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B95F33D" w:rsidR="00A301E0" w:rsidRPr="00752A41" w:rsidRDefault="00D25FBB" w:rsidP="00752A41">
            <w:pPr>
              <w:pStyle w:val="SISSCODE"/>
            </w:pPr>
            <w:r>
              <w:t>PPMSSXXXX7</w:t>
            </w:r>
          </w:p>
        </w:tc>
        <w:tc>
          <w:tcPr>
            <w:tcW w:w="3604" w:type="pct"/>
            <w:shd w:val="clear" w:color="auto" w:fill="auto"/>
          </w:tcPr>
          <w:p w14:paraId="0C89D6CB" w14:textId="3D9C4406" w:rsidR="00A301E0" w:rsidRPr="00752A41" w:rsidRDefault="00664263" w:rsidP="00752A41">
            <w:pPr>
              <w:pStyle w:val="SISStitle"/>
            </w:pPr>
            <w:r w:rsidRPr="00664263">
              <w:t>Warehousing Paper Products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F60B5E" w:rsidRPr="00963A46" w14:paraId="0896117A" w14:textId="77777777" w:rsidTr="00231382">
        <w:tc>
          <w:tcPr>
            <w:tcW w:w="1396" w:type="pct"/>
            <w:shd w:val="clear" w:color="auto" w:fill="auto"/>
          </w:tcPr>
          <w:p w14:paraId="4B3387B2" w14:textId="286A4746" w:rsidR="00F60B5E" w:rsidRPr="00F60B5E" w:rsidRDefault="00F60B5E" w:rsidP="00231382">
            <w:pPr>
              <w:pStyle w:val="SIText"/>
            </w:pPr>
            <w:r w:rsidRPr="00F60B5E">
              <w:t xml:space="preserve">Release </w:t>
            </w:r>
            <w:r w:rsidR="009A3B50">
              <w:t>1</w:t>
            </w:r>
          </w:p>
        </w:tc>
        <w:tc>
          <w:tcPr>
            <w:tcW w:w="3604" w:type="pct"/>
            <w:shd w:val="clear" w:color="auto" w:fill="auto"/>
          </w:tcPr>
          <w:p w14:paraId="12E9909B" w14:textId="77777777" w:rsidR="00F60B5E" w:rsidRPr="00F60B5E" w:rsidRDefault="00F60B5E" w:rsidP="00231382">
            <w:pPr>
              <w:pStyle w:val="SIText"/>
            </w:pPr>
            <w:r w:rsidRPr="00F60B5E">
              <w:t>This version released with PPM Pulp and Paper Manufacturing Training Package Version 3.0.</w:t>
            </w:r>
          </w:p>
          <w:p w14:paraId="255D5517" w14:textId="537AFD17" w:rsidR="00F60B5E" w:rsidRPr="00F60B5E" w:rsidRDefault="00F60B5E" w:rsidP="00231382">
            <w:pPr>
              <w:pStyle w:val="SIText"/>
            </w:pPr>
            <w:r w:rsidRPr="00F60B5E">
              <w:t>Supersedes and is equivalent to PPMSS000</w:t>
            </w:r>
            <w:r>
              <w:t>9</w:t>
            </w:r>
            <w:r w:rsidRPr="00F60B5E">
              <w:t xml:space="preserve"> </w:t>
            </w:r>
            <w:r>
              <w:t>Warehousing Paper Products</w:t>
            </w:r>
            <w:r w:rsidRPr="00F60B5E">
              <w:t xml:space="preserve"> Skill Set. </w:t>
            </w:r>
            <w:r>
              <w:t>Update</w:t>
            </w:r>
            <w:r w:rsidRPr="00F60B5E">
              <w:t xml:space="preserve">d </w:t>
            </w:r>
            <w:r>
              <w:t xml:space="preserve">units </w:t>
            </w:r>
            <w:r w:rsidR="00550D38">
              <w:t xml:space="preserve">in </w:t>
            </w:r>
            <w:r w:rsidRPr="00F60B5E">
              <w:t>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A10489" w14:textId="6EE4F08D" w:rsidR="00013256" w:rsidRDefault="00664263" w:rsidP="009A3B50">
            <w:pPr>
              <w:pStyle w:val="SIText"/>
            </w:pPr>
            <w:r w:rsidRPr="00664263">
              <w:t xml:space="preserve">This skill set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describes the skills and knowledge required to</w:t>
            </w:r>
            <w:r w:rsidR="00550D38" w:rsidRPr="009A3B50">
              <w:t xml:space="preserve"> safely store, </w:t>
            </w:r>
            <w:proofErr w:type="gramStart"/>
            <w:r w:rsidR="00550D38" w:rsidRPr="009A3B50">
              <w:t>prepare</w:t>
            </w:r>
            <w:proofErr w:type="gramEnd"/>
            <w:r w:rsidR="00550D38" w:rsidRPr="009A3B50">
              <w:t xml:space="preserve"> and dispatch </w:t>
            </w:r>
            <w:r w:rsidRPr="009A3B50">
              <w:t xml:space="preserve">warehousing paper products </w:t>
            </w:r>
            <w:r w:rsidR="00550D38" w:rsidRPr="009A3B50">
              <w:t>for a</w:t>
            </w:r>
            <w:r w:rsidRPr="009A3B50">
              <w:t xml:space="preserve"> pulp and paper manufacturing </w:t>
            </w:r>
            <w:r w:rsidR="00550D38" w:rsidRPr="009A3B50">
              <w:t>facility</w:t>
            </w:r>
            <w:r w:rsidRPr="009A3B50">
              <w:t>.</w:t>
            </w:r>
          </w:p>
          <w:p w14:paraId="34452FC9" w14:textId="2BA75628" w:rsidR="00664263" w:rsidRPr="00536741" w:rsidRDefault="00664263" w:rsidP="00752A41">
            <w:pPr>
              <w:pStyle w:val="SIText"/>
            </w:pPr>
          </w:p>
        </w:tc>
      </w:tr>
      <w:tr w:rsidR="00A301E0" w:rsidRPr="00963A46" w14:paraId="56D234FD" w14:textId="77777777" w:rsidTr="00732D2C">
        <w:trPr>
          <w:trHeight w:val="1129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C893565" w14:textId="5AEB7596" w:rsidR="00664263" w:rsidRPr="00752A41" w:rsidRDefault="00664263" w:rsidP="00550D38">
            <w:pPr>
              <w:pStyle w:val="SIText"/>
              <w:rPr>
                <w:rStyle w:val="SITemporarytext-red"/>
              </w:rPr>
            </w:pPr>
            <w:r w:rsidRPr="00550D38">
              <w:t xml:space="preserve">These units of competency provide credit towards </w:t>
            </w:r>
            <w:r w:rsidR="00550D38" w:rsidRPr="00550D38">
              <w:t xml:space="preserve">the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PPM20121</w:t>
            </w:r>
            <w:r w:rsidR="009A3B50">
              <w:rPr>
                <w:rStyle w:val="SITemporarytext-red"/>
              </w:rPr>
              <w:t xml:space="preserve">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Certificate II in Pulp and Paper Operations</w:t>
            </w:r>
            <w:r w:rsidR="00550D38">
              <w:rPr>
                <w:rStyle w:val="SITemporarytext-red"/>
              </w:rPr>
              <w:t>.</w:t>
            </w: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38848D3A" w:rsidR="00A301E0" w:rsidRPr="00A301E0" w:rsidRDefault="004463CA" w:rsidP="00DC7DFB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CB4E4F9" w14:textId="160AEBF6" w:rsidR="00664263" w:rsidRPr="00664263" w:rsidRDefault="00550D38" w:rsidP="00664263">
            <w:pPr>
              <w:pStyle w:val="SIBulletList1"/>
            </w:pPr>
            <w:r w:rsidRPr="00664263">
              <w:t>PPMWAR2</w:t>
            </w:r>
            <w:r>
              <w:t>XX</w:t>
            </w:r>
            <w:r w:rsidRPr="00664263">
              <w:t xml:space="preserve"> </w:t>
            </w:r>
            <w:r w:rsidR="00664263" w:rsidRPr="00664263">
              <w:t>Store product</w:t>
            </w:r>
          </w:p>
          <w:p w14:paraId="72C122DC" w14:textId="3C0B087F" w:rsidR="00664263" w:rsidRPr="00664263" w:rsidRDefault="00550D38" w:rsidP="00664263">
            <w:pPr>
              <w:pStyle w:val="SIBulletList1"/>
            </w:pPr>
            <w:r w:rsidRPr="00664263">
              <w:t>PPMWAR2</w:t>
            </w:r>
            <w:r>
              <w:t>XX</w:t>
            </w:r>
            <w:r w:rsidRPr="00664263">
              <w:t xml:space="preserve"> </w:t>
            </w:r>
            <w:r w:rsidR="00664263" w:rsidRPr="00664263">
              <w:t>Prepare and dispatch product</w:t>
            </w:r>
          </w:p>
          <w:p w14:paraId="76633C3E" w14:textId="70236B7E" w:rsidR="00664263" w:rsidRPr="00664263" w:rsidRDefault="00550D38" w:rsidP="00664263">
            <w:pPr>
              <w:pStyle w:val="SIBulletList1"/>
            </w:pPr>
            <w:r w:rsidRPr="00664263">
              <w:t>PPMWHS2</w:t>
            </w:r>
            <w:r>
              <w:t>XX</w:t>
            </w:r>
            <w:r w:rsidRPr="00664263">
              <w:t xml:space="preserve"> </w:t>
            </w:r>
            <w:r w:rsidR="00664263" w:rsidRPr="00664263">
              <w:t xml:space="preserve">Participate in </w:t>
            </w:r>
            <w:r>
              <w:t>work health and safety</w:t>
            </w:r>
            <w:r w:rsidRPr="00664263">
              <w:t xml:space="preserve"> </w:t>
            </w:r>
            <w:r w:rsidR="00664263" w:rsidRPr="00664263">
              <w:t>processes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732D2C">
        <w:trPr>
          <w:trHeight w:val="925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EF6D013" w14:textId="254B0E08" w:rsidR="00EA542E" w:rsidRPr="00D25FBB" w:rsidRDefault="00664263" w:rsidP="00D25FBB">
            <w:pPr>
              <w:pStyle w:val="SIText"/>
            </w:pPr>
            <w:r w:rsidRPr="00D25FBB">
              <w:t xml:space="preserve">This skill set is for </w:t>
            </w:r>
            <w:r w:rsidR="00D25FBB" w:rsidRPr="00D25FBB">
              <w:t>individuals who</w:t>
            </w:r>
            <w:r w:rsidRPr="00D25FBB">
              <w:t xml:space="preserve"> work in </w:t>
            </w:r>
            <w:r w:rsidR="00D25FBB" w:rsidRPr="00D25FBB">
              <w:t xml:space="preserve">warehousing </w:t>
            </w:r>
            <w:r w:rsidRPr="00D25FBB">
              <w:t xml:space="preserve">in </w:t>
            </w:r>
            <w:r w:rsidR="00D25FBB" w:rsidRPr="00D25FBB">
              <w:t xml:space="preserve">the </w:t>
            </w:r>
            <w:r w:rsidRPr="00D25FBB">
              <w:t xml:space="preserve">pulp and paper </w:t>
            </w:r>
            <w:r w:rsidR="00D25FBB" w:rsidRPr="00D25FBB">
              <w:t>manufacturing industry</w:t>
            </w:r>
            <w:r w:rsidRPr="00D25FBB">
              <w:t>.</w:t>
            </w:r>
          </w:p>
          <w:p w14:paraId="212A7A47" w14:textId="7C17FAA0" w:rsidR="00664263" w:rsidRPr="00536741" w:rsidRDefault="00664263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4339F70D" w:rsidR="00DB557A" w:rsidRPr="00F5385E" w:rsidRDefault="00664263" w:rsidP="00F5385E">
            <w:pPr>
              <w:pStyle w:val="SIText"/>
            </w:pPr>
            <w:r w:rsidRPr="00664263">
              <w:t xml:space="preserve">These competencies from the PPM Pulp and Paper Manufacturing Training Package meet the industry requirements for warehousing paper products in the pulp and paper </w:t>
            </w:r>
            <w:r w:rsidR="00D25FBB">
              <w:t xml:space="preserve">manufacturing </w:t>
            </w:r>
            <w:r w:rsidRPr="00664263">
              <w:t>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AE7C" w14:textId="77777777" w:rsidR="00E4480B" w:rsidRDefault="00E4480B" w:rsidP="00BF3F0A">
      <w:r>
        <w:separator/>
      </w:r>
    </w:p>
    <w:p w14:paraId="4A88905B" w14:textId="77777777" w:rsidR="00E4480B" w:rsidRDefault="00E4480B"/>
  </w:endnote>
  <w:endnote w:type="continuationSeparator" w:id="0">
    <w:p w14:paraId="29D94410" w14:textId="77777777" w:rsidR="00E4480B" w:rsidRDefault="00E4480B" w:rsidP="00BF3F0A">
      <w:r>
        <w:continuationSeparator/>
      </w:r>
    </w:p>
    <w:p w14:paraId="0F14F48E" w14:textId="77777777" w:rsidR="00E4480B" w:rsidRDefault="00E44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9402" w14:textId="77777777" w:rsidR="00732D2C" w:rsidRDefault="00732D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C18B" w14:textId="77777777" w:rsidR="00732D2C" w:rsidRDefault="00732D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89E33" w14:textId="77777777" w:rsidR="00E4480B" w:rsidRDefault="00E4480B" w:rsidP="00BF3F0A">
      <w:r>
        <w:separator/>
      </w:r>
    </w:p>
    <w:p w14:paraId="5B59D262" w14:textId="77777777" w:rsidR="00E4480B" w:rsidRDefault="00E4480B"/>
  </w:footnote>
  <w:footnote w:type="continuationSeparator" w:id="0">
    <w:p w14:paraId="4320FAEB" w14:textId="77777777" w:rsidR="00E4480B" w:rsidRDefault="00E4480B" w:rsidP="00BF3F0A">
      <w:r>
        <w:continuationSeparator/>
      </w:r>
    </w:p>
    <w:p w14:paraId="6346F0C5" w14:textId="77777777" w:rsidR="00E4480B" w:rsidRDefault="00E44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38A6A" w14:textId="77777777" w:rsidR="00732D2C" w:rsidRDefault="00732D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485F7C6D" w:rsidR="009C2650" w:rsidRPr="00664263" w:rsidRDefault="00524DE5" w:rsidP="00664263">
    <w:sdt>
      <w:sdtPr>
        <w:id w:val="610942974"/>
        <w:docPartObj>
          <w:docPartGallery w:val="Watermarks"/>
          <w:docPartUnique/>
        </w:docPartObj>
      </w:sdtPr>
      <w:sdtEndPr/>
      <w:sdtContent>
        <w:r>
          <w:pict w14:anchorId="1F6F992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5FBB" w:rsidRPr="00664263">
      <w:t>PPMSS</w:t>
    </w:r>
    <w:r w:rsidR="00D25FBB">
      <w:t>XXXX7</w:t>
    </w:r>
    <w:r w:rsidR="00D25FBB" w:rsidRPr="00664263">
      <w:t xml:space="preserve"> </w:t>
    </w:r>
    <w:r w:rsidR="00664263" w:rsidRPr="00664263">
      <w:t>Warehousing Paper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F3F7" w14:textId="77777777" w:rsidR="00732D2C" w:rsidRDefault="00732D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22BC6"/>
    <w:multiLevelType w:val="multilevel"/>
    <w:tmpl w:val="FCF60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345094"/>
    <w:multiLevelType w:val="multilevel"/>
    <w:tmpl w:val="F8B4B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1D5779"/>
    <w:multiLevelType w:val="multilevel"/>
    <w:tmpl w:val="2826C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5"/>
  </w:num>
  <w:num w:numId="5">
    <w:abstractNumId w:val="2"/>
  </w:num>
  <w:num w:numId="6">
    <w:abstractNumId w:val="15"/>
  </w:num>
  <w:num w:numId="7">
    <w:abstractNumId w:val="4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20"/>
  </w:num>
  <w:num w:numId="13">
    <w:abstractNumId w:val="27"/>
  </w:num>
  <w:num w:numId="14">
    <w:abstractNumId w:val="12"/>
  </w:num>
  <w:num w:numId="15">
    <w:abstractNumId w:val="18"/>
  </w:num>
  <w:num w:numId="16">
    <w:abstractNumId w:val="13"/>
  </w:num>
  <w:num w:numId="17">
    <w:abstractNumId w:val="26"/>
  </w:num>
  <w:num w:numId="18">
    <w:abstractNumId w:val="11"/>
  </w:num>
  <w:num w:numId="19">
    <w:abstractNumId w:val="3"/>
  </w:num>
  <w:num w:numId="20">
    <w:abstractNumId w:val="21"/>
  </w:num>
  <w:num w:numId="21">
    <w:abstractNumId w:val="22"/>
  </w:num>
  <w:num w:numId="22">
    <w:abstractNumId w:val="10"/>
  </w:num>
  <w:num w:numId="23">
    <w:abstractNumId w:val="8"/>
  </w:num>
  <w:num w:numId="24">
    <w:abstractNumId w:val="6"/>
  </w:num>
  <w:num w:numId="25">
    <w:abstractNumId w:val="7"/>
  </w:num>
  <w:num w:numId="26">
    <w:abstractNumId w:val="1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3256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76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DE5"/>
    <w:rsid w:val="00526134"/>
    <w:rsid w:val="00536741"/>
    <w:rsid w:val="005427C8"/>
    <w:rsid w:val="005446D1"/>
    <w:rsid w:val="00550D38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263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D2C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3B50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5FBB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DFB"/>
    <w:rsid w:val="00E238E6"/>
    <w:rsid w:val="00E35064"/>
    <w:rsid w:val="00E438C3"/>
    <w:rsid w:val="00E4480B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0B5E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A3B5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38395B-E863-459A-B041-941A330EA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FDDEC-9661-4A1C-8134-A7AC1238DD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12b6a8e-5c83-4065-80cb-a49fc3bb5ba6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2021-06-01T11:32:00Z</dcterms:created>
  <dcterms:modified xsi:type="dcterms:W3CDTF">2021-06-01T11:32:00Z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